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A34" w:rsidRPr="00172CFC" w:rsidRDefault="00473D86" w:rsidP="00400CA8">
      <w:r w:rsidRPr="00172CFC">
        <w:rPr>
          <w:noProof/>
        </w:rPr>
        <mc:AlternateContent>
          <mc:Choice Requires="wpg">
            <w:drawing>
              <wp:inline distT="0" distB="0" distL="0" distR="0" wp14:anchorId="4FB12508" wp14:editId="59E67F2B">
                <wp:extent cx="6858000" cy="1082040"/>
                <wp:effectExtent l="0" t="0" r="19050" b="22860"/>
                <wp:docPr id="5" name="Group 5" descr="decorative elemen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082040"/>
                          <a:chOff x="0" y="0"/>
                          <a:chExt cx="7086600" cy="1082040"/>
                        </a:xfr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7086600" cy="108204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163512" y="95255"/>
                            <a:ext cx="6726239" cy="885075"/>
                            <a:chOff x="-607460" y="32070"/>
                            <a:chExt cx="7547820" cy="993141"/>
                          </a:xfrm>
                          <a:grpFill/>
                        </wpg:grpSpPr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680" y="104740"/>
                              <a:ext cx="6554680" cy="86359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C1CA1" w:rsidRPr="00172CFC" w:rsidRDefault="00DC21DA" w:rsidP="00172CFC">
                                <w:pPr>
                                  <w:pStyle w:val="Title"/>
                                </w:pPr>
                                <w:r>
                                  <w:t>Crawlspace Cautionary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pic:pic xmlns:pic14="http://schemas.microsoft.com/office/drawing/2010/picture" xmlns:pic="http://schemas.openxmlformats.org/drawingml/2006/picture" mc:Ignorable="pic14">
                          <pic:nvPicPr>
                            <pic:cNvPr id="3" name="Graphic 3" descr="Contract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607460" y="32070"/>
                              <a:ext cx="993140" cy="993141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pic:spPr>
                          <pic14:style>
                            <a:lnRef idx="3">
                              <a:schemeClr val="lt1"/>
                            </a:lnRef>
                            <a:fillRef idx="1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pic14:style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B12508" id="Group 5" o:spid="_x0000_s1026" alt="decorative element" style="width:540pt;height:85.2pt;mso-position-horizontal-relative:char;mso-position-vertical-relative:line" coordsize="70866,10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">
                <v:rect id="Rectangle 2" o:spid="_x0000_s1027" style="position:absolute;width:70866;height:10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" filled="f" strokecolor="black [3213]" strokeweight="1.5pt"/>
                <v:group id="Group 6" o:spid="_x0000_s1028" style="position:absolute;left:1635;top:952;width:67262;height:8851" coordorigin="-6074,320" coordsize="75478,9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3856;top:1047;width:65547;height:8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" filled="f" strokecolor="black [3213]" strokeweight="1.5pt">
                    <v:textbox>
                      <w:txbxContent>
                        <w:p w:rsidR="00BC1CA1" w:rsidRPr="00172CFC" w:rsidRDefault="00DC21DA" w:rsidP="00172CFC">
                          <w:pPr>
                            <w:pStyle w:val="Title"/>
                          </w:pPr>
                          <w:r>
                            <w:t>Crawlspace Cautionary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3" o:spid="_x0000_s1030" type="#_x0000_t75" alt="Contract" style="position:absolute;left:-6074;top:320;width:9930;height:99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" stroked="t" strokecolor="black [3213]">
                    <v:imagedata r:id="rId12" o:title="Contract"/>
                    <v:path arrowok="t"/>
                  </v:shape>
                </v:group>
                <w10:anchorlock/>
              </v:group>
            </w:pict>
          </mc:Fallback>
        </mc:AlternateContent>
      </w:r>
    </w:p>
    <w:p w:rsidR="006B5A34" w:rsidRPr="00172CFC" w:rsidRDefault="00DC21DA" w:rsidP="00400CA8">
      <w:r>
        <w:t xml:space="preserve">This space is now connected to the living area of this home. Do </w:t>
      </w:r>
      <w:r w:rsidRPr="00C67F32">
        <w:rPr>
          <w:b/>
          <w:u w:val="single"/>
        </w:rPr>
        <w:t>NOT</w:t>
      </w:r>
      <w:r>
        <w:t xml:space="preserve"> store hazardous or flammable material in this crawlspace</w:t>
      </w:r>
      <w:r w:rsidR="00C67F32">
        <w:t>.</w:t>
      </w:r>
    </w:p>
    <w:p w:rsidR="006B5A34" w:rsidRPr="00172CFC" w:rsidRDefault="006B5A34" w:rsidP="00172CFC">
      <w:r w:rsidRPr="00172CFC">
        <w:rPr>
          <w:noProof/>
        </w:rPr>
        <mc:AlternateContent>
          <mc:Choice Requires="wps">
            <w:drawing>
              <wp:inline distT="0" distB="0" distL="0" distR="0" wp14:anchorId="7AA97799" wp14:editId="2C617C7A">
                <wp:extent cx="6858000" cy="2385779"/>
                <wp:effectExtent l="0" t="0" r="19050" b="1460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385779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A34" w:rsidRPr="00DC21DA" w:rsidRDefault="00DC21DA" w:rsidP="00172CFC">
                            <w:pPr>
                              <w:pStyle w:val="Normal-Centered"/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DC21DA">
                              <w:rPr>
                                <w:b/>
                                <w:sz w:val="44"/>
                                <w:szCs w:val="44"/>
                                <w:u w:val="single"/>
                              </w:rPr>
                              <w:t>DO NOT DAMAGE</w:t>
                            </w:r>
                          </w:p>
                          <w:p w:rsidR="00DC21DA" w:rsidRPr="00DC21DA" w:rsidRDefault="00DC21DA" w:rsidP="00172CFC">
                            <w:pPr>
                              <w:pStyle w:val="Normal-Centered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DC21DA" w:rsidRDefault="00DC21DA" w:rsidP="00DC21DA">
                            <w:pPr>
                              <w:pStyle w:val="Normal-Centered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DC21D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AIR BARRIER</w:t>
                            </w:r>
                            <w:r w:rsidR="00EC5141">
                              <w:rPr>
                                <w:sz w:val="28"/>
                                <w:szCs w:val="28"/>
                              </w:rPr>
                              <w:t>-barrier</w:t>
                            </w:r>
                            <w:r w:rsidRPr="00DC21DA">
                              <w:rPr>
                                <w:sz w:val="28"/>
                                <w:szCs w:val="28"/>
                              </w:rPr>
                              <w:t>/plastic on crawlspace walls</w:t>
                            </w:r>
                          </w:p>
                          <w:p w:rsidR="00DC21DA" w:rsidRPr="00DC21DA" w:rsidRDefault="00DC21DA" w:rsidP="00172CFC">
                            <w:pPr>
                              <w:pStyle w:val="Normal-Centered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C21DA" w:rsidRDefault="00DC21DA" w:rsidP="00DC21DA">
                            <w:pPr>
                              <w:pStyle w:val="Normal-Centered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DC21D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GROUND MOISTURE/VAPOR BARRIER</w:t>
                            </w:r>
                            <w:r w:rsidR="00EC5141">
                              <w:rPr>
                                <w:sz w:val="28"/>
                                <w:szCs w:val="28"/>
                              </w:rPr>
                              <w:t>-barrrier</w:t>
                            </w:r>
                            <w:r w:rsidRPr="00DC21DA">
                              <w:rPr>
                                <w:sz w:val="28"/>
                                <w:szCs w:val="28"/>
                              </w:rPr>
                              <w:t>/plastic covering the ground</w:t>
                            </w:r>
                          </w:p>
                          <w:p w:rsidR="00DC21DA" w:rsidRDefault="00DC21DA" w:rsidP="00DC21DA">
                            <w:pPr>
                              <w:pStyle w:val="Normal-Centered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C21DA" w:rsidRDefault="00DC21DA" w:rsidP="00DC21DA">
                            <w:pPr>
                              <w:pStyle w:val="Normal-Centered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DC21D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INSULATION</w:t>
                            </w:r>
                            <w:r w:rsidRPr="00DC21DA">
                              <w:rPr>
                                <w:sz w:val="28"/>
                                <w:szCs w:val="28"/>
                              </w:rPr>
                              <w:t>-on crawlspace walls or crawlspace ceiling</w:t>
                            </w:r>
                          </w:p>
                          <w:p w:rsidR="00DC21DA" w:rsidRDefault="00DC21DA" w:rsidP="00DC21DA">
                            <w:pPr>
                              <w:pStyle w:val="Normal-Centered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C21DA" w:rsidRPr="00DC21DA" w:rsidRDefault="00DC21DA" w:rsidP="00DC21DA">
                            <w:pPr>
                              <w:pStyle w:val="Normal-Centered"/>
                              <w:jc w:val="left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21D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MECHANICAL COMPONENTS</w:t>
                            </w:r>
                          </w:p>
                          <w:tbl>
                            <w:tblPr>
                              <w:tblW w:w="1035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430"/>
                              <w:gridCol w:w="270"/>
                              <w:gridCol w:w="1890"/>
                              <w:gridCol w:w="270"/>
                              <w:gridCol w:w="1620"/>
                              <w:gridCol w:w="540"/>
                              <w:gridCol w:w="1530"/>
                              <w:gridCol w:w="540"/>
                              <w:gridCol w:w="540"/>
                              <w:gridCol w:w="720"/>
                            </w:tblGrid>
                            <w:tr w:rsidR="00DC21DA" w:rsidRPr="00172CFC" w:rsidTr="00DC21DA">
                              <w:trPr>
                                <w:trHeight w:val="1412"/>
                              </w:trPr>
                              <w:tc>
                                <w:tcPr>
                                  <w:tcW w:w="243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DC21DA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DC21DA">
                                  <w:pPr>
                                    <w:pStyle w:val="Normal-Centered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  <w:tcMar>
                                    <w:top w:w="288" w:type="dxa"/>
                                  </w:tcMar>
                                  <w:vAlign w:val="bottom"/>
                                </w:tcPr>
                                <w:p w:rsidR="00DC21DA" w:rsidRPr="00172CFC" w:rsidRDefault="00DC21DA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</w:tr>
                            <w:tr w:rsidR="00400CA8" w:rsidRPr="00172CFC" w:rsidTr="00172CFC"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400CA8" w:rsidP="00DC21DA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400CA8" w:rsidP="00DC21DA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400CA8" w:rsidP="00DC21DA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400CA8" w:rsidP="00DC21DA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00CA8" w:rsidRPr="00172CFC" w:rsidRDefault="00400CA8" w:rsidP="00DC21DA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00CA8" w:rsidRPr="00172CFC" w:rsidRDefault="00400CA8" w:rsidP="00DC21DA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</w:tr>
                            <w:tr w:rsidR="00400CA8" w:rsidRPr="00172CFC" w:rsidTr="00A00955">
                              <w:trPr>
                                <w:gridAfter w:val="5"/>
                                <w:wAfter w:w="3870" w:type="dxa"/>
                                <w:trHeight w:val="432"/>
                              </w:trPr>
                              <w:tc>
                                <w:tcPr>
                                  <w:tcW w:w="243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270" w:type="dxa"/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bottom w:val="single" w:sz="2" w:space="0" w:color="auto"/>
                                  </w:tcBorders>
                                  <w:tcMar>
                                    <w:top w:w="504" w:type="dxa"/>
                                  </w:tcMar>
                                  <w:vAlign w:val="bottom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</w:tr>
                            <w:tr w:rsidR="00400CA8" w:rsidRPr="00172CFC" w:rsidTr="00172CFC">
                              <w:trPr>
                                <w:gridAfter w:val="5"/>
                                <w:wAfter w:w="3870" w:type="dxa"/>
                              </w:trPr>
                              <w:tc>
                                <w:tcPr>
                                  <w:tcW w:w="243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E83D0C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-413939821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Teacher Name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89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E83D0C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-1439057114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Room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270" w:type="dxa"/>
                                </w:tcPr>
                                <w:p w:rsidR="00400CA8" w:rsidRPr="00172CFC" w:rsidRDefault="00400CA8" w:rsidP="00172CFC">
                                  <w:pPr>
                                    <w:pStyle w:val="Normal-Centered"/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tcBorders>
                                    <w:top w:val="single" w:sz="2" w:space="0" w:color="auto"/>
                                  </w:tcBorders>
                                </w:tcPr>
                                <w:p w:rsidR="00400CA8" w:rsidRPr="00172CFC" w:rsidRDefault="00E83D0C" w:rsidP="00172CFC">
                                  <w:pPr>
                                    <w:pStyle w:val="Normal-Centered"/>
                                  </w:pPr>
                                  <w:sdt>
                                    <w:sdtPr>
                                      <w:alias w:val="Conference reservation form text"/>
                                      <w:tag w:val="Conference reservation form text"/>
                                      <w:id w:val="781536252"/>
                                      <w:temporary/>
                                      <w:showingPlcHdr/>
                                      <w15:appearance w15:val="hidden"/>
                                    </w:sdtPr>
                                    <w:sdtEndPr/>
                                    <w:sdtContent>
                                      <w:r w:rsidR="00A52418" w:rsidRPr="00172CFC">
                                        <w:t>Phone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:rsidR="006B5A34" w:rsidRPr="00172CFC" w:rsidRDefault="006B5A34" w:rsidP="00172CFC">
                            <w:pPr>
                              <w:pStyle w:val="Normal-Centered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AA9779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width:540pt;height:18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" filled="f" strokecolor="black [3213]" strokeweight="2pt">
                <v:textbox>
                  <w:txbxContent>
                    <w:p w:rsidR="006B5A34" w:rsidRPr="00DC21DA" w:rsidRDefault="00DC21DA" w:rsidP="00172CFC">
                      <w:pPr>
                        <w:pStyle w:val="Normal-Centered"/>
                        <w:rPr>
                          <w:b/>
                          <w:sz w:val="44"/>
                          <w:szCs w:val="44"/>
                          <w:u w:val="single"/>
                        </w:rPr>
                      </w:pPr>
                      <w:r w:rsidRPr="00DC21DA">
                        <w:rPr>
                          <w:b/>
                          <w:sz w:val="44"/>
                          <w:szCs w:val="44"/>
                          <w:u w:val="single"/>
                        </w:rPr>
                        <w:t>DO NOT DAMAGE</w:t>
                      </w:r>
                    </w:p>
                    <w:p w:rsidR="00DC21DA" w:rsidRPr="00DC21DA" w:rsidRDefault="00DC21DA" w:rsidP="00172CFC">
                      <w:pPr>
                        <w:pStyle w:val="Normal-Centered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</w:p>
                    <w:p w:rsidR="00DC21DA" w:rsidRDefault="00DC21DA" w:rsidP="00DC21DA">
                      <w:pPr>
                        <w:pStyle w:val="Normal-Centered"/>
                        <w:jc w:val="left"/>
                        <w:rPr>
                          <w:sz w:val="28"/>
                          <w:szCs w:val="28"/>
                        </w:rPr>
                      </w:pPr>
                      <w:r w:rsidRPr="00DC21DA">
                        <w:rPr>
                          <w:b/>
                          <w:sz w:val="28"/>
                          <w:szCs w:val="28"/>
                          <w:u w:val="single"/>
                        </w:rPr>
                        <w:t>AIR BARRIER</w:t>
                      </w:r>
                      <w:r w:rsidR="00EC5141">
                        <w:rPr>
                          <w:sz w:val="28"/>
                          <w:szCs w:val="28"/>
                        </w:rPr>
                        <w:t>-barrier</w:t>
                      </w:r>
                      <w:r w:rsidRPr="00DC21DA">
                        <w:rPr>
                          <w:sz w:val="28"/>
                          <w:szCs w:val="28"/>
                        </w:rPr>
                        <w:t>/plastic on crawlspace walls</w:t>
                      </w:r>
                    </w:p>
                    <w:p w:rsidR="00DC21DA" w:rsidRPr="00DC21DA" w:rsidRDefault="00DC21DA" w:rsidP="00172CFC">
                      <w:pPr>
                        <w:pStyle w:val="Normal-Centered"/>
                        <w:rPr>
                          <w:sz w:val="28"/>
                          <w:szCs w:val="28"/>
                        </w:rPr>
                      </w:pPr>
                    </w:p>
                    <w:p w:rsidR="00DC21DA" w:rsidRDefault="00DC21DA" w:rsidP="00DC21DA">
                      <w:pPr>
                        <w:pStyle w:val="Normal-Centered"/>
                        <w:jc w:val="left"/>
                        <w:rPr>
                          <w:sz w:val="28"/>
                          <w:szCs w:val="28"/>
                        </w:rPr>
                      </w:pPr>
                      <w:r w:rsidRPr="00DC21DA">
                        <w:rPr>
                          <w:b/>
                          <w:sz w:val="28"/>
                          <w:szCs w:val="28"/>
                          <w:u w:val="single"/>
                        </w:rPr>
                        <w:t>GROUND MOISTURE/VAPOR BARRIER</w:t>
                      </w:r>
                      <w:r w:rsidR="00EC5141">
                        <w:rPr>
                          <w:sz w:val="28"/>
                          <w:szCs w:val="28"/>
                        </w:rPr>
                        <w:t>-barrrier</w:t>
                      </w:r>
                      <w:r w:rsidRPr="00DC21DA">
                        <w:rPr>
                          <w:sz w:val="28"/>
                          <w:szCs w:val="28"/>
                        </w:rPr>
                        <w:t>/plastic covering the ground</w:t>
                      </w:r>
                    </w:p>
                    <w:p w:rsidR="00DC21DA" w:rsidRDefault="00DC21DA" w:rsidP="00DC21DA">
                      <w:pPr>
                        <w:pStyle w:val="Normal-Centered"/>
                        <w:jc w:val="left"/>
                        <w:rPr>
                          <w:sz w:val="28"/>
                          <w:szCs w:val="28"/>
                        </w:rPr>
                      </w:pPr>
                    </w:p>
                    <w:p w:rsidR="00DC21DA" w:rsidRDefault="00DC21DA" w:rsidP="00DC21DA">
                      <w:pPr>
                        <w:pStyle w:val="Normal-Centered"/>
                        <w:jc w:val="left"/>
                        <w:rPr>
                          <w:sz w:val="28"/>
                          <w:szCs w:val="28"/>
                        </w:rPr>
                      </w:pPr>
                      <w:r w:rsidRPr="00DC21DA">
                        <w:rPr>
                          <w:b/>
                          <w:sz w:val="28"/>
                          <w:szCs w:val="28"/>
                          <w:u w:val="single"/>
                        </w:rPr>
                        <w:t>INSULATION</w:t>
                      </w:r>
                      <w:r w:rsidRPr="00DC21DA">
                        <w:rPr>
                          <w:sz w:val="28"/>
                          <w:szCs w:val="28"/>
                        </w:rPr>
                        <w:t>-on crawlspace walls or crawlspace ceiling</w:t>
                      </w:r>
                    </w:p>
                    <w:p w:rsidR="00DC21DA" w:rsidRDefault="00DC21DA" w:rsidP="00DC21DA">
                      <w:pPr>
                        <w:pStyle w:val="Normal-Centered"/>
                        <w:jc w:val="left"/>
                        <w:rPr>
                          <w:sz w:val="28"/>
                          <w:szCs w:val="28"/>
                        </w:rPr>
                      </w:pPr>
                    </w:p>
                    <w:p w:rsidR="00DC21DA" w:rsidRPr="00DC21DA" w:rsidRDefault="00DC21DA" w:rsidP="00DC21DA">
                      <w:pPr>
                        <w:pStyle w:val="Normal-Centered"/>
                        <w:jc w:val="left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DC21DA">
                        <w:rPr>
                          <w:b/>
                          <w:sz w:val="28"/>
                          <w:szCs w:val="28"/>
                          <w:u w:val="single"/>
                        </w:rPr>
                        <w:t>MECHANICAL COMPONENTS</w:t>
                      </w:r>
                    </w:p>
                    <w:tbl>
                      <w:tblPr>
                        <w:tblW w:w="1035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430"/>
                        <w:gridCol w:w="270"/>
                        <w:gridCol w:w="1890"/>
                        <w:gridCol w:w="270"/>
                        <w:gridCol w:w="1620"/>
                        <w:gridCol w:w="540"/>
                        <w:gridCol w:w="1530"/>
                        <w:gridCol w:w="540"/>
                        <w:gridCol w:w="540"/>
                        <w:gridCol w:w="720"/>
                      </w:tblGrid>
                      <w:tr w:rsidR="00DC21DA" w:rsidRPr="00172CFC" w:rsidTr="00DC21DA">
                        <w:trPr>
                          <w:trHeight w:val="1412"/>
                        </w:trPr>
                        <w:tc>
                          <w:tcPr>
                            <w:tcW w:w="243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DC21DA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bottom w:val="single" w:sz="2" w:space="0" w:color="auto"/>
                            </w:tcBorders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DC21DA">
                            <w:pPr>
                              <w:pStyle w:val="Normal-Centered"/>
                              <w:jc w:val="left"/>
                            </w:pPr>
                          </w:p>
                        </w:tc>
                        <w:tc>
                          <w:tcPr>
                            <w:tcW w:w="720" w:type="dxa"/>
                            <w:tcMar>
                              <w:top w:w="288" w:type="dxa"/>
                            </w:tcMar>
                            <w:vAlign w:val="bottom"/>
                          </w:tcPr>
                          <w:p w:rsidR="00DC21DA" w:rsidRPr="00172CFC" w:rsidRDefault="00DC21DA" w:rsidP="00172CFC">
                            <w:pPr>
                              <w:pStyle w:val="Normal-Centered"/>
                            </w:pPr>
                          </w:p>
                        </w:tc>
                      </w:tr>
                      <w:tr w:rsidR="00400CA8" w:rsidRPr="00172CFC" w:rsidTr="00172CFC">
                        <w:tc>
                          <w:tcPr>
                            <w:tcW w:w="243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400CA8" w:rsidP="00DC21DA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400CA8" w:rsidP="00DC21DA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400CA8" w:rsidP="00DC21DA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53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400CA8" w:rsidP="00DC21DA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400CA8" w:rsidRPr="00172CFC" w:rsidRDefault="00400CA8" w:rsidP="00DC21DA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540" w:type="dxa"/>
                          </w:tcPr>
                          <w:p w:rsidR="00400CA8" w:rsidRPr="00172CFC" w:rsidRDefault="00400CA8" w:rsidP="00DC21DA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72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</w:tr>
                      <w:tr w:rsidR="00400CA8" w:rsidRPr="00172CFC" w:rsidTr="00A00955">
                        <w:trPr>
                          <w:gridAfter w:val="5"/>
                          <w:wAfter w:w="3870" w:type="dxa"/>
                          <w:trHeight w:val="432"/>
                        </w:trPr>
                        <w:tc>
                          <w:tcPr>
                            <w:tcW w:w="2430" w:type="dxa"/>
                            <w:tcBorders>
                              <w:bottom w:val="single" w:sz="2" w:space="0" w:color="auto"/>
                            </w:tcBorders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bottom w:val="single" w:sz="2" w:space="0" w:color="auto"/>
                            </w:tcBorders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270" w:type="dxa"/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bottom w:val="single" w:sz="2" w:space="0" w:color="auto"/>
                            </w:tcBorders>
                            <w:tcMar>
                              <w:top w:w="504" w:type="dxa"/>
                            </w:tcMar>
                            <w:vAlign w:val="bottom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</w:tr>
                      <w:tr w:rsidR="00400CA8" w:rsidRPr="00172CFC" w:rsidTr="00172CFC">
                        <w:trPr>
                          <w:gridAfter w:val="5"/>
                          <w:wAfter w:w="3870" w:type="dxa"/>
                        </w:trPr>
                        <w:tc>
                          <w:tcPr>
                            <w:tcW w:w="243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E83D0C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-413939821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Teacher Name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89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E83D0C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-1439057114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Room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270" w:type="dxa"/>
                          </w:tcPr>
                          <w:p w:rsidR="00400CA8" w:rsidRPr="00172CFC" w:rsidRDefault="00400CA8" w:rsidP="00172CFC">
                            <w:pPr>
                              <w:pStyle w:val="Normal-Centered"/>
                            </w:pPr>
                          </w:p>
                        </w:tc>
                        <w:tc>
                          <w:tcPr>
                            <w:tcW w:w="1620" w:type="dxa"/>
                            <w:tcBorders>
                              <w:top w:val="single" w:sz="2" w:space="0" w:color="auto"/>
                            </w:tcBorders>
                          </w:tcPr>
                          <w:p w:rsidR="00400CA8" w:rsidRPr="00172CFC" w:rsidRDefault="00E83D0C" w:rsidP="00172CFC">
                            <w:pPr>
                              <w:pStyle w:val="Normal-Centered"/>
                            </w:pPr>
                            <w:sdt>
                              <w:sdtPr>
                                <w:alias w:val="Conference reservation form text"/>
                                <w:tag w:val="Conference reservation form text"/>
                                <w:id w:val="781536252"/>
                                <w:temporary/>
                                <w:showingPlcHdr/>
                                <w15:appearance w15:val="hidden"/>
                              </w:sdtPr>
                              <w:sdtEndPr/>
                              <w:sdtContent>
                                <w:r w:rsidR="00A52418" w:rsidRPr="00172CFC">
                                  <w:t>Phone</w:t>
                                </w:r>
                              </w:sdtContent>
                            </w:sdt>
                          </w:p>
                        </w:tc>
                      </w:tr>
                    </w:tbl>
                    <w:p w:rsidR="006B5A34" w:rsidRPr="00172CFC" w:rsidRDefault="006B5A34" w:rsidP="00172CFC">
                      <w:pPr>
                        <w:pStyle w:val="Normal-Centered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B5A34" w:rsidRPr="00D043F7" w:rsidRDefault="00D043F7" w:rsidP="00D043F7">
      <w:pPr>
        <w:pStyle w:val="Normal-SpaceAbove"/>
        <w:jc w:val="center"/>
        <w:rPr>
          <w:b/>
          <w:sz w:val="40"/>
          <w:szCs w:val="40"/>
        </w:rPr>
      </w:pPr>
      <w:r w:rsidRPr="00D043F7">
        <w:rPr>
          <w:b/>
          <w:sz w:val="40"/>
          <w:szCs w:val="40"/>
        </w:rPr>
        <w:t xml:space="preserve">IN THE EVENT ANY COMPONENT IN CRAWLSPACE IS DAMAGED, </w:t>
      </w:r>
      <w:r w:rsidR="0057682D" w:rsidRPr="0057682D">
        <w:rPr>
          <w:b/>
          <w:sz w:val="40"/>
          <w:szCs w:val="40"/>
          <w:u w:val="single"/>
        </w:rPr>
        <w:t>IMMEDIATE</w:t>
      </w:r>
      <w:r w:rsidR="0057682D">
        <w:rPr>
          <w:b/>
          <w:sz w:val="40"/>
          <w:szCs w:val="40"/>
        </w:rPr>
        <w:t xml:space="preserve"> </w:t>
      </w:r>
      <w:r w:rsidR="00901148">
        <w:rPr>
          <w:b/>
          <w:sz w:val="40"/>
          <w:szCs w:val="40"/>
        </w:rPr>
        <w:t xml:space="preserve"> </w:t>
      </w:r>
      <w:r w:rsidRPr="00D043F7">
        <w:rPr>
          <w:b/>
          <w:sz w:val="40"/>
          <w:szCs w:val="40"/>
        </w:rPr>
        <w:t>RE</w:t>
      </w:r>
      <w:r w:rsidR="00836AE7">
        <w:rPr>
          <w:b/>
          <w:sz w:val="40"/>
          <w:szCs w:val="40"/>
        </w:rPr>
        <w:t>PAIRS SHOULD BE MADE</w:t>
      </w:r>
      <w:r w:rsidRPr="00D043F7">
        <w:rPr>
          <w:b/>
          <w:sz w:val="40"/>
          <w:szCs w:val="40"/>
        </w:rPr>
        <w:t xml:space="preserve"> WITH APPROVED MATERIALS</w:t>
      </w:r>
    </w:p>
    <w:p w:rsidR="006B5A34" w:rsidRPr="00172CFC" w:rsidRDefault="00D043F7" w:rsidP="003127D5">
      <w:pPr>
        <w:pStyle w:val="Heading3"/>
      </w:pPr>
      <w:r w:rsidRPr="00172CFC">
        <w:rPr>
          <w:noProof/>
        </w:rPr>
        <mc:AlternateContent>
          <mc:Choice Requires="wps">
            <w:drawing>
              <wp:anchor distT="0" distB="0" distL="114300" distR="114300" simplePos="0" relativeHeight="251647999" behindDoc="1" locked="0" layoutInCell="1" allowOverlap="1" wp14:anchorId="4C6D911E" wp14:editId="226508A9">
                <wp:simplePos x="0" y="0"/>
                <wp:positionH relativeFrom="margin">
                  <wp:posOffset>-104775</wp:posOffset>
                </wp:positionH>
                <wp:positionV relativeFrom="paragraph">
                  <wp:posOffset>158750</wp:posOffset>
                </wp:positionV>
                <wp:extent cx="7054215" cy="3449320"/>
                <wp:effectExtent l="0" t="0" r="13335" b="17780"/>
                <wp:wrapNone/>
                <wp:docPr id="12" name="Rectangle 12" descr="decorative elemen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4215" cy="3449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86BEF" id="Rectangle 12" o:spid="_x0000_s1026" alt="decorative element" style="position:absolute;margin-left:-8.25pt;margin-top:12.5pt;width:555.45pt;height:271.6pt;z-index:-25166848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" fillcolor="white [3212]" strokecolor="black [3213]" strokeweight="1pt">
                <v:stroke dashstyle="dash"/>
                <w10:wrap anchorx="margin"/>
              </v:rect>
            </w:pict>
          </mc:Fallback>
        </mc:AlternateContent>
      </w:r>
    </w:p>
    <w:p w:rsidR="00D043F7" w:rsidRDefault="00D043F7" w:rsidP="00357512">
      <w:pPr>
        <w:rPr>
          <w:rStyle w:val="Strong"/>
        </w:rPr>
      </w:pPr>
      <w:r>
        <w:t>TYPE OF GROUND MOISTURE/VAPOR BARRIER INSTALLED: _______________________________________</w:t>
      </w:r>
      <w:r w:rsidR="006B5A34" w:rsidRPr="00172CFC">
        <w:t xml:space="preserve">___ </w:t>
      </w:r>
    </w:p>
    <w:p w:rsidR="006B5A34" w:rsidRDefault="00D043F7" w:rsidP="00D043F7">
      <w:r>
        <w:t xml:space="preserve">BRAND &amp; LOT NUMBER OF INSULATION INSTALLED: </w:t>
      </w:r>
      <w:r w:rsidR="006B5A34" w:rsidRPr="00172CFC">
        <w:t>___</w:t>
      </w:r>
      <w:r>
        <w:t>______________________________________________</w:t>
      </w:r>
    </w:p>
    <w:p w:rsidR="00D043F7" w:rsidRPr="00172CFC" w:rsidRDefault="00D043F7" w:rsidP="00D043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2254250</wp:posOffset>
                </wp:positionH>
                <wp:positionV relativeFrom="paragraph">
                  <wp:posOffset>10160</wp:posOffset>
                </wp:positionV>
                <wp:extent cx="222250" cy="139700"/>
                <wp:effectExtent l="0" t="0" r="25400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39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66EFA9" id="Rectangle 14" o:spid="_x0000_s1026" style="position:absolute;margin-left:177.5pt;margin-top:.8pt;width:17.5pt;height: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" fillcolor="white [3212]" strokecolor="black [3213]" strokeweight="1pt"/>
            </w:pict>
          </mc:Fallback>
        </mc:AlternateContent>
      </w:r>
      <w:r>
        <w:t xml:space="preserve">ES REPORT INSTALLED IN CRAWL? </w:t>
      </w:r>
    </w:p>
    <w:p w:rsidR="00D043F7" w:rsidRDefault="00D043F7" w:rsidP="003127D5">
      <w:pPr>
        <w:pStyle w:val="Normal-Small"/>
      </w:pPr>
      <w:r>
        <w:t>INSTALLING CONTRACTOR: _______________________________________________</w:t>
      </w:r>
    </w:p>
    <w:p w:rsidR="00D043F7" w:rsidRDefault="00D043F7" w:rsidP="003127D5">
      <w:pPr>
        <w:pStyle w:val="Normal-Small"/>
      </w:pPr>
      <w:r>
        <w:t>CONTACT INFORMATION: ________________________________________________</w:t>
      </w:r>
    </w:p>
    <w:p w:rsidR="00AA29A1" w:rsidRPr="00172CFC" w:rsidRDefault="00D043F7" w:rsidP="003127D5">
      <w:pPr>
        <w:pStyle w:val="Normal-Small"/>
      </w:pPr>
      <w:r>
        <w:t>DATE NOTICE WAS POSTED: ______________________________________________</w:t>
      </w:r>
      <w:r w:rsidR="006B5A34" w:rsidRPr="00172CFC">
        <w:tab/>
      </w:r>
      <w:r w:rsidR="003127D5">
        <w:br/>
      </w:r>
      <w:r w:rsidR="006B5A34" w:rsidRPr="00172CFC">
        <w:tab/>
      </w:r>
    </w:p>
    <w:p w:rsidR="003127D5" w:rsidRPr="003127D5" w:rsidRDefault="00D043F7" w:rsidP="00D043F7">
      <w:r>
        <w:t>IT IS NOT THE RESPONSIBILITY OF THE WEATHERIZATION AGENCY OR THE INSTALLING CONTRACTOR TO REPAIR OR REPLACE</w:t>
      </w:r>
      <w:r w:rsidR="00C1248A">
        <w:t xml:space="preserve"> DAMAGED COMPONEN</w:t>
      </w:r>
      <w:bookmarkStart w:id="0" w:name="_GoBack"/>
      <w:bookmarkEnd w:id="0"/>
      <w:r w:rsidR="00C1248A">
        <w:t>TS OF THE CRAWLSPACE</w:t>
      </w:r>
      <w:r w:rsidR="006B11AB">
        <w:t xml:space="preserve"> AFTER THE DATE OF THE QUALITY CONTROL INSPECTION OF THE WEATHERIZED UNIT</w:t>
      </w:r>
      <w:r w:rsidR="00C1248A">
        <w:t>. CONTACT INFORMATION ABOVE IS PROVIDED IS FOR SPECIFIC QUESTIONS RELATED TO MATERIALS INSTALLED</w:t>
      </w:r>
      <w:r w:rsidR="0057682D">
        <w:t xml:space="preserve"> OR</w:t>
      </w:r>
      <w:r w:rsidR="006B11AB">
        <w:t xml:space="preserve"> FOR REQUESTS FOR </w:t>
      </w:r>
      <w:r w:rsidR="0057682D">
        <w:t>NEEDED REPAIRS</w:t>
      </w:r>
      <w:r w:rsidR="002E3F3B">
        <w:t>. IF REPAIRS OR</w:t>
      </w:r>
      <w:r w:rsidR="006B11AB">
        <w:t xml:space="preserve"> REPLACEMENT ARE REQUIRED, THERE MAY BE A</w:t>
      </w:r>
      <w:r w:rsidR="002E3F3B">
        <w:t>N ASSOCIATED FEE. THIS FEE WILL</w:t>
      </w:r>
      <w:r w:rsidR="006B11AB">
        <w:t xml:space="preserve"> BE NEGOTIATED BETWEEN THE INSTALLING CONTRACTOR AND THE PERSON CONTACTING THE INSTALLING CONTRACTOR</w:t>
      </w:r>
      <w:r w:rsidR="002E3F3B">
        <w:t>.</w:t>
      </w:r>
      <w:r w:rsidR="00612493">
        <w:t xml:space="preserve">                                                                                                                                                                                             </w:t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612493">
        <w:tab/>
      </w:r>
      <w:r w:rsidR="00EC5141">
        <w:rPr>
          <w:sz w:val="16"/>
          <w:szCs w:val="16"/>
        </w:rPr>
        <w:t>UPDATED 4/2019</w:t>
      </w:r>
    </w:p>
    <w:p w:rsidR="006B5A34" w:rsidRPr="00172CFC" w:rsidRDefault="006B5A34" w:rsidP="003127D5">
      <w:pPr>
        <w:pStyle w:val="Normal-Small"/>
      </w:pPr>
      <w:r w:rsidRPr="00172CFC">
        <w:lastRenderedPageBreak/>
        <w:tab/>
      </w:r>
      <w:r w:rsidRPr="00172CFC">
        <w:tab/>
      </w:r>
      <w:r w:rsidR="003127D5">
        <w:br/>
      </w:r>
      <w:r w:rsidRPr="00172CFC">
        <w:tab/>
      </w:r>
      <w:r w:rsidRPr="00172CFC">
        <w:tab/>
      </w:r>
    </w:p>
    <w:sectPr w:rsidR="006B5A34" w:rsidRPr="00172CFC" w:rsidSect="00473D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D0C" w:rsidRDefault="00E83D0C" w:rsidP="00400CA8">
      <w:pPr>
        <w:spacing w:after="0" w:line="240" w:lineRule="auto"/>
      </w:pPr>
      <w:r>
        <w:separator/>
      </w:r>
    </w:p>
  </w:endnote>
  <w:endnote w:type="continuationSeparator" w:id="0">
    <w:p w:rsidR="00E83D0C" w:rsidRDefault="00E83D0C" w:rsidP="0040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D0C" w:rsidRDefault="00E83D0C" w:rsidP="00400CA8">
      <w:pPr>
        <w:spacing w:after="0" w:line="240" w:lineRule="auto"/>
      </w:pPr>
      <w:r>
        <w:separator/>
      </w:r>
    </w:p>
  </w:footnote>
  <w:footnote w:type="continuationSeparator" w:id="0">
    <w:p w:rsidR="00E83D0C" w:rsidRDefault="00E83D0C" w:rsidP="00400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47B12"/>
    <w:multiLevelType w:val="hybridMultilevel"/>
    <w:tmpl w:val="B2C4C03C"/>
    <w:lvl w:ilvl="0" w:tplc="6E0634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6D0"/>
    <w:multiLevelType w:val="hybridMultilevel"/>
    <w:tmpl w:val="F4283DFA"/>
    <w:lvl w:ilvl="0" w:tplc="05AA84F0">
      <w:start w:val="1"/>
      <w:numFmt w:val="bullet"/>
      <w:pStyle w:val="ListParagraph"/>
      <w:lvlText w:val="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F6B78"/>
    <w:multiLevelType w:val="hybridMultilevel"/>
    <w:tmpl w:val="274042E4"/>
    <w:lvl w:ilvl="0" w:tplc="A4A8402E">
      <w:start w:val="1"/>
      <w:numFmt w:val="bullet"/>
      <w:suff w:val="nothing"/>
      <w:lvlText w:val=""/>
      <w:lvlJc w:val="left"/>
      <w:pPr>
        <w:ind w:left="360" w:firstLine="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1DA"/>
    <w:rsid w:val="000425F3"/>
    <w:rsid w:val="000C3684"/>
    <w:rsid w:val="000E7D15"/>
    <w:rsid w:val="00172CFC"/>
    <w:rsid w:val="001C3DA1"/>
    <w:rsid w:val="001D6DD6"/>
    <w:rsid w:val="0028657E"/>
    <w:rsid w:val="002D15B0"/>
    <w:rsid w:val="002E3F3B"/>
    <w:rsid w:val="003127D5"/>
    <w:rsid w:val="00357512"/>
    <w:rsid w:val="003B1A0C"/>
    <w:rsid w:val="00400CA8"/>
    <w:rsid w:val="00407BCC"/>
    <w:rsid w:val="00446FB1"/>
    <w:rsid w:val="00473D86"/>
    <w:rsid w:val="004A4219"/>
    <w:rsid w:val="0057682D"/>
    <w:rsid w:val="00595D01"/>
    <w:rsid w:val="005F5F73"/>
    <w:rsid w:val="00612493"/>
    <w:rsid w:val="00664843"/>
    <w:rsid w:val="006810E0"/>
    <w:rsid w:val="006A4037"/>
    <w:rsid w:val="006A7C46"/>
    <w:rsid w:val="006B11AB"/>
    <w:rsid w:val="006B5A34"/>
    <w:rsid w:val="006D526A"/>
    <w:rsid w:val="007D7F2B"/>
    <w:rsid w:val="00803E2B"/>
    <w:rsid w:val="00836AE7"/>
    <w:rsid w:val="00901148"/>
    <w:rsid w:val="00912B84"/>
    <w:rsid w:val="009B1F33"/>
    <w:rsid w:val="009B3A0E"/>
    <w:rsid w:val="009B6CF4"/>
    <w:rsid w:val="00A00955"/>
    <w:rsid w:val="00A52418"/>
    <w:rsid w:val="00AA29A1"/>
    <w:rsid w:val="00AF0D66"/>
    <w:rsid w:val="00B70B54"/>
    <w:rsid w:val="00B934BA"/>
    <w:rsid w:val="00B93E13"/>
    <w:rsid w:val="00BC1CA1"/>
    <w:rsid w:val="00BD140A"/>
    <w:rsid w:val="00C1248A"/>
    <w:rsid w:val="00C67F32"/>
    <w:rsid w:val="00CE169A"/>
    <w:rsid w:val="00D043F7"/>
    <w:rsid w:val="00DA53C5"/>
    <w:rsid w:val="00DB1AE2"/>
    <w:rsid w:val="00DC21DA"/>
    <w:rsid w:val="00E83D0C"/>
    <w:rsid w:val="00EC5141"/>
    <w:rsid w:val="7E70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353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A0C"/>
  </w:style>
  <w:style w:type="paragraph" w:styleId="Heading1">
    <w:name w:val="heading 1"/>
    <w:basedOn w:val="Normal"/>
    <w:next w:val="Normal"/>
    <w:link w:val="Heading1Char"/>
    <w:uiPriority w:val="9"/>
    <w:qFormat/>
    <w:rsid w:val="00400CA8"/>
    <w:pPr>
      <w:spacing w:after="0"/>
      <w:jc w:val="center"/>
      <w:outlineLvl w:val="0"/>
    </w:pPr>
    <w:rPr>
      <w:rFonts w:asciiTheme="majorHAnsi" w:hAnsiTheme="majorHAnsi"/>
      <w:b/>
      <w:color w:val="FFFFFF" w:themeColor="background1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qFormat/>
    <w:rsid w:val="00B93E13"/>
    <w:pPr>
      <w:spacing w:after="0"/>
      <w:jc w:val="center"/>
      <w:outlineLvl w:val="1"/>
    </w:pPr>
    <w:rPr>
      <w:rFonts w:asciiTheme="majorHAnsi" w:hAnsiTheme="majorHAnsi" w:cs="Segoe UI"/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7D5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3127D5"/>
    <w:pPr>
      <w:numPr>
        <w:numId w:val="3"/>
      </w:numPr>
      <w:spacing w:before="40" w:after="360" w:line="312" w:lineRule="auto"/>
      <w:ind w:left="720" w:hanging="360"/>
      <w:contextualSpacing/>
    </w:pPr>
    <w:rPr>
      <w:rFonts w:asciiTheme="majorHAnsi" w:hAnsiTheme="majorHAnsi" w:cs="Segoe UI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00CA8"/>
    <w:rPr>
      <w:rFonts w:asciiTheme="majorHAnsi" w:hAnsiTheme="majorHAnsi"/>
      <w:b/>
      <w:color w:val="FFFFFF" w:themeColor="background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B93E13"/>
    <w:rPr>
      <w:rFonts w:asciiTheme="majorHAnsi" w:hAnsiTheme="majorHAnsi" w:cs="Segoe UI"/>
      <w:b/>
    </w:rPr>
  </w:style>
  <w:style w:type="paragraph" w:styleId="Header">
    <w:name w:val="header"/>
    <w:basedOn w:val="Normal"/>
    <w:link w:val="HeaderChar"/>
    <w:uiPriority w:val="99"/>
    <w:unhideWhenUsed/>
    <w:rsid w:val="00400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CA8"/>
  </w:style>
  <w:style w:type="paragraph" w:styleId="Footer">
    <w:name w:val="footer"/>
    <w:basedOn w:val="Normal"/>
    <w:link w:val="FooterChar"/>
    <w:uiPriority w:val="99"/>
    <w:unhideWhenUsed/>
    <w:rsid w:val="00400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CA8"/>
  </w:style>
  <w:style w:type="table" w:styleId="TableGrid">
    <w:name w:val="Table Grid"/>
    <w:basedOn w:val="TableNormal"/>
    <w:uiPriority w:val="39"/>
    <w:rsid w:val="00400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172CFC"/>
    <w:pPr>
      <w:spacing w:after="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paragraph" w:customStyle="1" w:styleId="Normal-SpaceAbove">
    <w:name w:val="Normal - Space Above"/>
    <w:basedOn w:val="Normal"/>
    <w:qFormat/>
    <w:rsid w:val="00B934BA"/>
    <w:pPr>
      <w:spacing w:before="360"/>
    </w:pPr>
  </w:style>
  <w:style w:type="paragraph" w:customStyle="1" w:styleId="Normal-SpaceBelow">
    <w:name w:val="Normal - Space Below"/>
    <w:basedOn w:val="Normal"/>
    <w:qFormat/>
    <w:rsid w:val="00B934BA"/>
    <w:pPr>
      <w:spacing w:after="480"/>
    </w:pPr>
  </w:style>
  <w:style w:type="character" w:customStyle="1" w:styleId="TitleChar">
    <w:name w:val="Title Char"/>
    <w:basedOn w:val="DefaultParagraphFont"/>
    <w:link w:val="Title"/>
    <w:uiPriority w:val="1"/>
    <w:rsid w:val="00A52418"/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172CFC"/>
    <w:rPr>
      <w:b/>
      <w:bCs/>
    </w:rPr>
  </w:style>
  <w:style w:type="paragraph" w:customStyle="1" w:styleId="Normal-Centered">
    <w:name w:val="Normal - Centered"/>
    <w:basedOn w:val="Normal"/>
    <w:qFormat/>
    <w:rsid w:val="00172CFC"/>
    <w:pPr>
      <w:spacing w:after="0" w:line="240" w:lineRule="auto"/>
      <w:jc w:val="center"/>
    </w:pPr>
    <w:rPr>
      <w:sz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127D5"/>
    <w:rPr>
      <w:rFonts w:eastAsiaTheme="majorEastAsia" w:cstheme="majorBidi"/>
      <w:b/>
      <w:szCs w:val="24"/>
    </w:rPr>
  </w:style>
  <w:style w:type="paragraph" w:customStyle="1" w:styleId="Normal-Small">
    <w:name w:val="Normal - Small"/>
    <w:basedOn w:val="Normal"/>
    <w:qFormat/>
    <w:rsid w:val="003127D5"/>
    <w:pPr>
      <w:tabs>
        <w:tab w:val="left" w:pos="4320"/>
        <w:tab w:val="left" w:pos="7200"/>
      </w:tabs>
      <w:spacing w:before="240" w:after="0"/>
    </w:pPr>
    <w:rPr>
      <w:sz w:val="18"/>
    </w:rPr>
  </w:style>
  <w:style w:type="paragraph" w:customStyle="1" w:styleId="Normal-Indent">
    <w:name w:val="Normal - Indent"/>
    <w:basedOn w:val="Normal"/>
    <w:qFormat/>
    <w:rsid w:val="003127D5"/>
    <w:pPr>
      <w:spacing w:after="360"/>
      <w:ind w:left="360"/>
      <w:contextualSpacing/>
    </w:pPr>
  </w:style>
  <w:style w:type="character" w:styleId="PlaceholderText">
    <w:name w:val="Placeholder Text"/>
    <w:basedOn w:val="DefaultParagraphFont"/>
    <w:uiPriority w:val="99"/>
    <w:semiHidden/>
    <w:rsid w:val="00A5241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willman\AppData\Roaming\Microsoft\Templates\Parent%20conference%20form.dotx" TargetMode="Externa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Custom 6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F28500-3F30-42DD-B293-94AA97473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3210A-9D55-4FF4-978D-3221ADC244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2CF0D4-1780-47BE-8AC8-0042E25D49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conference form</Template>
  <TotalTime>0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2018-11-29T19:53:00Z</dcterms:created>
  <dcterms:modified xsi:type="dcterms:W3CDTF">2019-04-12T15:57:00Z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  <property fmtid="{D5CDD505-2E9C-101B-9397-08002B2CF9AE}" pid="3" name="MSIP_Label_f42aa342-8706-4288-bd11-ebb85995028c_Enabled">
    <vt:lpwstr>True</vt:lpwstr>
  </property>
  <property fmtid="{D5CDD505-2E9C-101B-9397-08002B2CF9AE}" pid="4" name="MSIP_Label_f42aa342-8706-4288-bd11-ebb85995028c_SiteId">
    <vt:lpwstr>72f988bf-86f1-41af-91ab-2d7cd011db47</vt:lpwstr>
  </property>
  <property fmtid="{D5CDD505-2E9C-101B-9397-08002B2CF9AE}" pid="5" name="MSIP_Label_f42aa342-8706-4288-bd11-ebb85995028c_Owner">
    <vt:lpwstr>gaylemadeira@GAYLEMADEIRDE85</vt:lpwstr>
  </property>
  <property fmtid="{D5CDD505-2E9C-101B-9397-08002B2CF9AE}" pid="6" name="MSIP_Label_f42aa342-8706-4288-bd11-ebb85995028c_SetDate">
    <vt:lpwstr>2018-07-30T19:56:21.3650035Z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